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30A169" w14:textId="670E7C58" w:rsidR="00990E08" w:rsidRPr="00990E08" w:rsidRDefault="0016549B" w:rsidP="00AA5DAA">
      <w:pPr>
        <w:rPr>
          <w:lang w:val="de-DE"/>
        </w:rPr>
      </w:pPr>
      <w:r>
        <w:rPr>
          <w:noProof/>
          <w:lang w:val="de-DE"/>
        </w:rPr>
        <mc:AlternateContent>
          <mc:Choice Requires="wps">
            <w:drawing>
              <wp:anchor distT="0" distB="0" distL="342900" distR="0" simplePos="0" relativeHeight="251663360" behindDoc="0" locked="0" layoutInCell="1" allowOverlap="1" wp14:anchorId="32CB0AD4" wp14:editId="72A8E010">
                <wp:simplePos x="0" y="0"/>
                <wp:positionH relativeFrom="column">
                  <wp:posOffset>2286000</wp:posOffset>
                </wp:positionH>
                <wp:positionV relativeFrom="paragraph">
                  <wp:posOffset>266700</wp:posOffset>
                </wp:positionV>
                <wp:extent cx="1638300" cy="228600"/>
                <wp:effectExtent l="685800" t="0" r="0" b="0"/>
                <wp:wrapSquare wrapText="bothSides"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300" cy="2286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ffectLst>
                          <a:outerShdw dist="685800" dir="10800000" algn="r" rotWithShape="0">
                            <a:schemeClr val="accent3">
                              <a:lumMod val="75000"/>
                            </a:scheme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205D30D" w14:textId="5CB6B8C4" w:rsidR="0016549B" w:rsidRPr="0016549B" w:rsidRDefault="0016549B" w:rsidP="0016549B">
                            <w:pPr>
                              <w:jc w:val="center"/>
                              <w:rPr>
                                <w:color w:val="000000" w:themeColor="text1"/>
                                <w:lang w:val="de-DE"/>
                              </w:rPr>
                            </w:pPr>
                            <w:r>
                              <w:rPr>
                                <w:color w:val="000000" w:themeColor="text1"/>
                                <w:lang w:val="de-DE"/>
                              </w:rPr>
                              <w:t>54</w:t>
                            </w:r>
                            <w:r w:rsidRPr="0016549B">
                              <w:rPr>
                                <w:color w:val="000000" w:themeColor="text1"/>
                                <w:lang w:val="de-DE"/>
                              </w:rPr>
                              <w:t>pt</w:t>
                            </w:r>
                            <w:r>
                              <w:rPr>
                                <w:color w:val="000000" w:themeColor="text1"/>
                                <w:lang w:val="de-DE"/>
                              </w:rPr>
                              <w:t xml:space="preserve"> </w:t>
                            </w:r>
                            <w:r w:rsidRPr="0016549B">
                              <w:rPr>
                                <w:color w:val="000000" w:themeColor="text1"/>
                                <w:lang w:val="de-DE"/>
                              </w:rPr>
                              <w:t>shadow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CB0AD4" id="Rectangle 3" o:spid="_x0000_s1026" style="position:absolute;margin-left:180pt;margin-top:21pt;width:129pt;height:18pt;z-index:251663360;visibility:visible;mso-wrap-style:square;mso-width-percent:0;mso-height-percent:0;mso-wrap-distance-left:27pt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" fillcolor="#eaf1dd [662]" stroked="f" strokeweight="2pt">
                <v:shadow on="t" color="#76923c [2406]" origin=".5" offset="-54pt,0"/>
                <v:textbox>
                  <w:txbxContent>
                    <w:p w14:paraId="0205D30D" w14:textId="5CB6B8C4" w:rsidR="0016549B" w:rsidRPr="0016549B" w:rsidRDefault="0016549B" w:rsidP="0016549B">
                      <w:pPr>
                        <w:jc w:val="center"/>
                        <w:rPr>
                          <w:color w:val="000000" w:themeColor="text1"/>
                          <w:lang w:val="de-DE"/>
                        </w:rPr>
                      </w:pPr>
                      <w:r>
                        <w:rPr>
                          <w:color w:val="000000" w:themeColor="text1"/>
                          <w:lang w:val="de-DE"/>
                        </w:rPr>
                        <w:t>54</w:t>
                      </w:r>
                      <w:r w:rsidRPr="0016549B">
                        <w:rPr>
                          <w:color w:val="000000" w:themeColor="text1"/>
                          <w:lang w:val="de-DE"/>
                        </w:rPr>
                        <w:t>pt</w:t>
                      </w:r>
                      <w:r>
                        <w:rPr>
                          <w:color w:val="000000" w:themeColor="text1"/>
                          <w:lang w:val="de-DE"/>
                        </w:rPr>
                        <w:t xml:space="preserve"> </w:t>
                      </w:r>
                      <w:r w:rsidRPr="0016549B">
                        <w:rPr>
                          <w:color w:val="000000" w:themeColor="text1"/>
                          <w:lang w:val="de-DE"/>
                        </w:rPr>
                        <w:t>shadow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 w:rsidR="00990E08">
        <w:rPr>
          <w:lang w:val="de-DE"/>
        </w:rPr>
        <w:t>a b c d e f g h i j k l m n o p q r s t u v w x y z a b c d e f g h i j k l m n o p q r s t u v w x y z</w:t>
      </w:r>
      <w:r w:rsidR="00990E08" w:rsidRPr="00990E08">
        <w:rPr>
          <w:lang w:val="de-DE"/>
        </w:rPr>
        <w:t xml:space="preserve"> </w:t>
      </w:r>
      <w:r w:rsidR="00990E08">
        <w:rPr>
          <w:lang w:val="de-DE"/>
        </w:rPr>
        <w:t>a b c d e f g h i j k l m n o p q r s t u v w x y z</w:t>
      </w:r>
      <w:r w:rsidR="00990E08" w:rsidRPr="00990E08">
        <w:rPr>
          <w:lang w:val="de-DE"/>
        </w:rPr>
        <w:t xml:space="preserve"> </w:t>
      </w:r>
      <w:r w:rsidR="00990E08">
        <w:rPr>
          <w:lang w:val="de-DE"/>
        </w:rPr>
        <w:t>a b c d e f g h i j k l m n o p q r s t u v w x y z</w:t>
      </w:r>
      <w:r w:rsidR="00990E08" w:rsidRPr="00990E08">
        <w:rPr>
          <w:lang w:val="de-DE"/>
        </w:rPr>
        <w:t xml:space="preserve"> </w:t>
      </w:r>
      <w:r w:rsidR="00990E08">
        <w:rPr>
          <w:lang w:val="de-DE"/>
        </w:rPr>
        <w:t>a b c d e f g h i j k l m n o p q r s t u v w x y z</w:t>
      </w:r>
      <w:r w:rsidR="00990E08" w:rsidRPr="00990E08">
        <w:rPr>
          <w:lang w:val="de-DE"/>
        </w:rPr>
        <w:t xml:space="preserve"> </w:t>
      </w:r>
      <w:r w:rsidR="00990E08">
        <w:rPr>
          <w:lang w:val="de-DE"/>
        </w:rPr>
        <w:t>a b c d e f g h i j k l m n o p q r s t u v w x y z</w:t>
      </w:r>
      <w:r w:rsidR="00990E08" w:rsidRPr="00990E08">
        <w:rPr>
          <w:lang w:val="de-DE"/>
        </w:rPr>
        <w:t xml:space="preserve"> </w:t>
      </w:r>
      <w:r w:rsidR="00990E08">
        <w:rPr>
          <w:lang w:val="de-DE"/>
        </w:rPr>
        <w:t>a b c d e f g h i j k l m n o p q r s t u v w x y z</w:t>
      </w:r>
      <w:r w:rsidR="00990E08" w:rsidRPr="00990E08">
        <w:rPr>
          <w:lang w:val="de-DE"/>
        </w:rPr>
        <w:t xml:space="preserve"> </w:t>
      </w:r>
      <w:r w:rsidR="00990E08">
        <w:rPr>
          <w:lang w:val="de-DE"/>
        </w:rPr>
        <w:t>a b c d e f g h i j k l m n o p q r s t u v w x y z</w:t>
      </w:r>
      <w:r w:rsidR="00990E08" w:rsidRPr="00990E08">
        <w:rPr>
          <w:lang w:val="de-DE"/>
        </w:rPr>
        <w:t xml:space="preserve"> </w:t>
      </w:r>
      <w:r w:rsidR="00990E08">
        <w:rPr>
          <w:lang w:val="de-DE"/>
        </w:rPr>
        <w:t>a b c d e f g h i j k l m n o p q r s t u v w x y z</w:t>
      </w:r>
    </w:p>
    <w:sectPr w:rsidR="00990E08" w:rsidRPr="00990E08" w:rsidSect="00990E08">
      <w:pgSz w:w="12240" w:h="15840"/>
      <w:pgMar w:top="1701" w:right="1134" w:bottom="2835" w:left="226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attachedTemplate r:id="rId1"/>
  <w:defaultTabStop w:val="720"/>
  <w:hyphenationZone w:val="425"/>
  <w:drawingGridHorizontalSpacing w:val="284"/>
  <w:drawingGridVerticalSpacing w:val="284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2F4"/>
    <w:rsid w:val="00096E2E"/>
    <w:rsid w:val="000C1ECD"/>
    <w:rsid w:val="0016549B"/>
    <w:rsid w:val="002B22F4"/>
    <w:rsid w:val="002C0920"/>
    <w:rsid w:val="00321565"/>
    <w:rsid w:val="00326855"/>
    <w:rsid w:val="003D67A5"/>
    <w:rsid w:val="0046751E"/>
    <w:rsid w:val="004E376A"/>
    <w:rsid w:val="004E38BB"/>
    <w:rsid w:val="0053707E"/>
    <w:rsid w:val="005702D9"/>
    <w:rsid w:val="0062363A"/>
    <w:rsid w:val="006E467C"/>
    <w:rsid w:val="007257C4"/>
    <w:rsid w:val="0087728C"/>
    <w:rsid w:val="008A322D"/>
    <w:rsid w:val="008A6287"/>
    <w:rsid w:val="00936920"/>
    <w:rsid w:val="00990E08"/>
    <w:rsid w:val="00AA5DAA"/>
    <w:rsid w:val="00AB7264"/>
    <w:rsid w:val="00B00DDE"/>
    <w:rsid w:val="00B1519E"/>
    <w:rsid w:val="00BB620D"/>
    <w:rsid w:val="00BD6080"/>
    <w:rsid w:val="00BF447E"/>
    <w:rsid w:val="00BF713F"/>
    <w:rsid w:val="00C26373"/>
    <w:rsid w:val="00CF7C00"/>
    <w:rsid w:val="00D47F09"/>
    <w:rsid w:val="00E220CE"/>
    <w:rsid w:val="00F6347D"/>
    <w:rsid w:val="00FE7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26CB21"/>
  <w14:discardImageEditingData/>
  <w14:defaultImageDpi w14:val="32767"/>
  <w15:chartTrackingRefBased/>
  <w15:docId w15:val="{B788DD04-5D79-4EF2-A571-790BAADD5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67A5"/>
    <w:pPr>
      <w:spacing w:after="0" w:line="240" w:lineRule="auto"/>
    </w:pPr>
    <w:rPr>
      <w:rFonts w:ascii="Courier New" w:hAnsi="Courier New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e\Custom%20Office%20Templates\SingleCharactersCouri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SingleCharactersCourier.dotx</Template>
  <TotalTime>2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Henschel</dc:creator>
  <cp:keywords/>
  <dc:description/>
  <cp:lastModifiedBy>Regina Henschel</cp:lastModifiedBy>
  <cp:revision>2</cp:revision>
  <dcterms:created xsi:type="dcterms:W3CDTF">2021-06-15T20:51:00Z</dcterms:created>
  <dcterms:modified xsi:type="dcterms:W3CDTF">2021-06-15T20:51:00Z</dcterms:modified>
</cp:coreProperties>
</file>